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Pr="00BD386E" w:rsidRDefault="003E341F" w:rsidP="00BD386E">
      <w:pPr>
        <w:shd w:val="clear" w:color="auto" w:fill="000000" w:themeFill="text1"/>
        <w:rPr>
          <w:rFonts w:ascii="Arial" w:hAnsi="Arial" w:cs="Arial"/>
          <w:szCs w:val="24"/>
        </w:rPr>
      </w:pPr>
      <w:bookmarkStart w:id="0" w:name="_GoBack"/>
      <w:bookmarkEnd w:id="0"/>
      <w:r w:rsidRPr="00BD386E">
        <w:rPr>
          <w:rFonts w:ascii="Arial" w:hAnsi="Arial" w:cs="Arial"/>
          <w:szCs w:val="24"/>
        </w:rPr>
        <w:t>Stepping Stones Timeline: Working with primary schools to identify children suitable for the various strands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2"/>
        <w:gridCol w:w="6472"/>
        <w:gridCol w:w="6242"/>
      </w:tblGrid>
      <w:tr w:rsidR="003E341F" w:rsidRPr="00BD386E" w:rsidTr="003E341F">
        <w:tc>
          <w:tcPr>
            <w:tcW w:w="2072" w:type="dxa"/>
            <w:vAlign w:val="center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472" w:type="dxa"/>
          </w:tcPr>
          <w:p w:rsidR="003E341F" w:rsidRPr="00BD386E" w:rsidRDefault="003E341F" w:rsidP="003E341F">
            <w:pPr>
              <w:jc w:val="center"/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Primary School Input</w:t>
            </w:r>
          </w:p>
        </w:tc>
        <w:tc>
          <w:tcPr>
            <w:tcW w:w="6242" w:type="dxa"/>
          </w:tcPr>
          <w:p w:rsidR="003E341F" w:rsidRPr="00BD386E" w:rsidRDefault="003E341F" w:rsidP="003E341F">
            <w:pPr>
              <w:jc w:val="center"/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Secondary School Input</w:t>
            </w:r>
          </w:p>
        </w:tc>
      </w:tr>
      <w:tr w:rsidR="003E341F" w:rsidRPr="00BD386E" w:rsidTr="003E341F">
        <w:tc>
          <w:tcPr>
            <w:tcW w:w="2072" w:type="dxa"/>
            <w:vAlign w:val="center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April </w:t>
            </w:r>
          </w:p>
        </w:tc>
        <w:tc>
          <w:tcPr>
            <w:tcW w:w="6472" w:type="dxa"/>
          </w:tcPr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Letter to primaries notifying them of the Stepping Stones programme </w:t>
            </w:r>
          </w:p>
        </w:tc>
        <w:tc>
          <w:tcPr>
            <w:tcW w:w="6242" w:type="dxa"/>
          </w:tcPr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</w:p>
        </w:tc>
      </w:tr>
      <w:tr w:rsidR="003E341F" w:rsidRPr="00BD386E" w:rsidTr="003E341F">
        <w:tc>
          <w:tcPr>
            <w:tcW w:w="2072" w:type="dxa"/>
            <w:vAlign w:val="center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May </w:t>
            </w:r>
          </w:p>
        </w:tc>
        <w:tc>
          <w:tcPr>
            <w:tcW w:w="6472" w:type="dxa"/>
          </w:tcPr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242" w:type="dxa"/>
          </w:tcPr>
          <w:p w:rsidR="007C18D4" w:rsidRPr="00BD386E" w:rsidRDefault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Early parents meeting alerting parents to Summer School dates</w:t>
            </w:r>
            <w:r w:rsidR="007C18D4" w:rsidRPr="00BD386E">
              <w:rPr>
                <w:rFonts w:ascii="Arial" w:hAnsi="Arial" w:cs="Arial"/>
                <w:szCs w:val="24"/>
              </w:rPr>
              <w:t xml:space="preserve"> &amp; including general information on the Stepping Stones programme.  </w:t>
            </w:r>
          </w:p>
          <w:p w:rsidR="00B25A69" w:rsidRDefault="00B25A69" w:rsidP="007C18D4">
            <w:pPr>
              <w:rPr>
                <w:rFonts w:ascii="Arial" w:hAnsi="Arial" w:cs="Arial"/>
                <w:szCs w:val="24"/>
              </w:rPr>
            </w:pPr>
          </w:p>
          <w:p w:rsidR="003E341F" w:rsidRPr="00B25A69" w:rsidRDefault="00B25A69" w:rsidP="007C18D4">
            <w:pPr>
              <w:rPr>
                <w:rFonts w:ascii="Arial" w:hAnsi="Arial" w:cs="Arial"/>
                <w:i/>
                <w:szCs w:val="24"/>
              </w:rPr>
            </w:pPr>
            <w:r w:rsidRPr="00B25A69">
              <w:rPr>
                <w:rFonts w:ascii="Arial" w:hAnsi="Arial" w:cs="Arial"/>
                <w:i/>
                <w:szCs w:val="24"/>
              </w:rPr>
              <w:t>Advice from the team: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="007C18D4" w:rsidRPr="00B25A69">
              <w:rPr>
                <w:rFonts w:ascii="Arial" w:hAnsi="Arial" w:cs="Arial"/>
                <w:i/>
                <w:szCs w:val="24"/>
              </w:rPr>
              <w:t xml:space="preserve"> It may be best to title the taught programme as something separate to Stepping Stones to avoid stigmatisation of the whole programme as being a ‘behaviour’ intervention.  We use the title Key Steps for the taught programme.    </w:t>
            </w:r>
          </w:p>
        </w:tc>
      </w:tr>
      <w:tr w:rsidR="003E341F" w:rsidRPr="00BD386E" w:rsidTr="003E341F">
        <w:tc>
          <w:tcPr>
            <w:tcW w:w="2072" w:type="dxa"/>
            <w:vAlign w:val="center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Summer Term </w:t>
            </w:r>
          </w:p>
        </w:tc>
        <w:tc>
          <w:tcPr>
            <w:tcW w:w="6472" w:type="dxa"/>
          </w:tcPr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Meetings with primaries to identify children </w:t>
            </w:r>
          </w:p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</w:p>
          <w:p w:rsidR="003E341F" w:rsidRPr="00BD386E" w:rsidRDefault="003E341F">
            <w:pPr>
              <w:rPr>
                <w:rFonts w:ascii="Arial" w:hAnsi="Arial" w:cs="Arial"/>
                <w:i/>
                <w:szCs w:val="24"/>
              </w:rPr>
            </w:pPr>
            <w:r w:rsidRPr="00BD386E">
              <w:rPr>
                <w:rFonts w:ascii="Arial" w:hAnsi="Arial" w:cs="Arial"/>
                <w:i/>
                <w:szCs w:val="24"/>
              </w:rPr>
              <w:t xml:space="preserve">Resources: Meeting Log and Sample </w:t>
            </w:r>
            <w:proofErr w:type="spellStart"/>
            <w:r w:rsidRPr="00BD386E">
              <w:rPr>
                <w:rFonts w:ascii="Arial" w:hAnsi="Arial" w:cs="Arial"/>
                <w:i/>
                <w:szCs w:val="24"/>
              </w:rPr>
              <w:t>Spreadsheet</w:t>
            </w:r>
            <w:proofErr w:type="spellEnd"/>
            <w:r w:rsidRPr="00BD386E">
              <w:rPr>
                <w:rFonts w:ascii="Arial" w:hAnsi="Arial" w:cs="Arial"/>
                <w:i/>
                <w:szCs w:val="24"/>
              </w:rPr>
              <w:t xml:space="preserve"> provided</w:t>
            </w:r>
          </w:p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</w:p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NB: Where possible, add Stepping Stones to existing meetings e.g. SENCO visiting EHC Plan student also looks at Stepping Stones </w:t>
            </w:r>
          </w:p>
        </w:tc>
        <w:tc>
          <w:tcPr>
            <w:tcW w:w="6242" w:type="dxa"/>
          </w:tcPr>
          <w:p w:rsidR="003E341F" w:rsidRDefault="003E341F">
            <w:pPr>
              <w:rPr>
                <w:rFonts w:ascii="Arial" w:hAnsi="Arial" w:cs="Arial"/>
                <w:szCs w:val="24"/>
              </w:rPr>
            </w:pPr>
          </w:p>
          <w:p w:rsidR="00B25A69" w:rsidRDefault="00B25A69">
            <w:pPr>
              <w:rPr>
                <w:rFonts w:ascii="Arial" w:hAnsi="Arial" w:cs="Arial"/>
                <w:szCs w:val="24"/>
              </w:rPr>
            </w:pPr>
          </w:p>
          <w:p w:rsidR="00B25A69" w:rsidRPr="00BD386E" w:rsidRDefault="00B25A69">
            <w:pPr>
              <w:rPr>
                <w:rFonts w:ascii="Arial" w:hAnsi="Arial" w:cs="Arial"/>
                <w:szCs w:val="24"/>
              </w:rPr>
            </w:pPr>
          </w:p>
        </w:tc>
      </w:tr>
      <w:tr w:rsidR="003E341F" w:rsidRPr="00BD386E" w:rsidTr="003E341F">
        <w:tc>
          <w:tcPr>
            <w:tcW w:w="2072" w:type="dxa"/>
            <w:vAlign w:val="center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June 2017</w:t>
            </w:r>
          </w:p>
        </w:tc>
        <w:tc>
          <w:tcPr>
            <w:tcW w:w="6472" w:type="dxa"/>
          </w:tcPr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242" w:type="dxa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Use information from primary schools to target students for Summer School</w:t>
            </w:r>
          </w:p>
        </w:tc>
      </w:tr>
      <w:tr w:rsidR="003E341F" w:rsidRPr="00BD386E" w:rsidTr="003E341F">
        <w:tc>
          <w:tcPr>
            <w:tcW w:w="2072" w:type="dxa"/>
            <w:vAlign w:val="center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Transition Days</w:t>
            </w:r>
          </w:p>
        </w:tc>
        <w:tc>
          <w:tcPr>
            <w:tcW w:w="6472" w:type="dxa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242" w:type="dxa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Identify additional students for: </w:t>
            </w:r>
          </w:p>
          <w:p w:rsidR="003E341F" w:rsidRPr="00BD386E" w:rsidRDefault="003E341F" w:rsidP="003E34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Taught programme</w:t>
            </w:r>
          </w:p>
          <w:p w:rsidR="003E341F" w:rsidRPr="00BD386E" w:rsidRDefault="003E341F" w:rsidP="003E34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Summer School </w:t>
            </w:r>
          </w:p>
          <w:p w:rsidR="003E341F" w:rsidRPr="00BD386E" w:rsidRDefault="003E341F" w:rsidP="003E34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Peer Mentoring</w:t>
            </w:r>
          </w:p>
        </w:tc>
      </w:tr>
      <w:tr w:rsidR="003E341F" w:rsidRPr="00BD386E" w:rsidTr="003E341F">
        <w:tc>
          <w:tcPr>
            <w:tcW w:w="2072" w:type="dxa"/>
            <w:vAlign w:val="center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Summer School </w:t>
            </w:r>
          </w:p>
        </w:tc>
        <w:tc>
          <w:tcPr>
            <w:tcW w:w="6472" w:type="dxa"/>
          </w:tcPr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242" w:type="dxa"/>
          </w:tcPr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Summer School teachers identify additional students for: </w:t>
            </w:r>
          </w:p>
          <w:p w:rsidR="003E341F" w:rsidRPr="00BD386E" w:rsidRDefault="003E341F" w:rsidP="003E341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Peer Mentoring</w:t>
            </w:r>
          </w:p>
          <w:p w:rsidR="003E341F" w:rsidRPr="00BD386E" w:rsidRDefault="003E341F" w:rsidP="003E341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Taught Programme </w:t>
            </w:r>
          </w:p>
        </w:tc>
      </w:tr>
      <w:tr w:rsidR="003E341F" w:rsidRPr="00BD386E" w:rsidTr="003E341F">
        <w:tc>
          <w:tcPr>
            <w:tcW w:w="2072" w:type="dxa"/>
            <w:vAlign w:val="center"/>
          </w:tcPr>
          <w:p w:rsidR="003E341F" w:rsidRPr="00BD386E" w:rsidRDefault="003E341F" w:rsidP="003E341F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>September 2017</w:t>
            </w:r>
          </w:p>
        </w:tc>
        <w:tc>
          <w:tcPr>
            <w:tcW w:w="6472" w:type="dxa"/>
          </w:tcPr>
          <w:p w:rsidR="003E341F" w:rsidRPr="00BD386E" w:rsidRDefault="003E341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242" w:type="dxa"/>
          </w:tcPr>
          <w:p w:rsidR="003E341F" w:rsidRPr="00BD386E" w:rsidRDefault="003E341F" w:rsidP="00BD386E">
            <w:pPr>
              <w:rPr>
                <w:rFonts w:ascii="Arial" w:hAnsi="Arial" w:cs="Arial"/>
                <w:szCs w:val="24"/>
              </w:rPr>
            </w:pPr>
            <w:r w:rsidRPr="00BD386E">
              <w:rPr>
                <w:rFonts w:ascii="Arial" w:hAnsi="Arial" w:cs="Arial"/>
                <w:szCs w:val="24"/>
              </w:rPr>
              <w:t xml:space="preserve">Teachers and Pastoral Team refine the taught programme and peer mentoring lists </w:t>
            </w:r>
          </w:p>
        </w:tc>
      </w:tr>
    </w:tbl>
    <w:p w:rsidR="003E341F" w:rsidRPr="00BD386E" w:rsidRDefault="003E341F" w:rsidP="00BD386E">
      <w:pPr>
        <w:rPr>
          <w:rFonts w:ascii="Arial" w:hAnsi="Arial" w:cs="Arial"/>
          <w:szCs w:val="24"/>
        </w:rPr>
      </w:pPr>
    </w:p>
    <w:sectPr w:rsidR="003E341F" w:rsidRPr="00BD386E" w:rsidSect="003E341F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29E" w:rsidRDefault="0052629E" w:rsidP="0052629E">
      <w:pPr>
        <w:spacing w:after="0" w:line="240" w:lineRule="auto"/>
      </w:pPr>
      <w:r>
        <w:separator/>
      </w:r>
    </w:p>
  </w:endnote>
  <w:endnote w:type="continuationSeparator" w:id="0">
    <w:p w:rsidR="0052629E" w:rsidRDefault="0052629E" w:rsidP="0052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9E" w:rsidRDefault="0052629E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</w:t>
    </w:r>
  </w:p>
  <w:p w:rsidR="0052629E" w:rsidRDefault="005262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29E" w:rsidRDefault="0052629E" w:rsidP="0052629E">
      <w:pPr>
        <w:spacing w:after="0" w:line="240" w:lineRule="auto"/>
      </w:pPr>
      <w:r>
        <w:separator/>
      </w:r>
    </w:p>
  </w:footnote>
  <w:footnote w:type="continuationSeparator" w:id="0">
    <w:p w:rsidR="0052629E" w:rsidRDefault="0052629E" w:rsidP="00526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542C"/>
    <w:multiLevelType w:val="hybridMultilevel"/>
    <w:tmpl w:val="3904BA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BF113D"/>
    <w:multiLevelType w:val="hybridMultilevel"/>
    <w:tmpl w:val="DD34B0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1F"/>
    <w:rsid w:val="00370853"/>
    <w:rsid w:val="003E341F"/>
    <w:rsid w:val="0052629E"/>
    <w:rsid w:val="007061E6"/>
    <w:rsid w:val="00782A45"/>
    <w:rsid w:val="007C18D4"/>
    <w:rsid w:val="009C1174"/>
    <w:rsid w:val="00B25A69"/>
    <w:rsid w:val="00BD386E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34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3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8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6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29E"/>
  </w:style>
  <w:style w:type="paragraph" w:styleId="Footer">
    <w:name w:val="footer"/>
    <w:basedOn w:val="Normal"/>
    <w:link w:val="FooterChar"/>
    <w:uiPriority w:val="99"/>
    <w:unhideWhenUsed/>
    <w:rsid w:val="00526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34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3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8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6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29E"/>
  </w:style>
  <w:style w:type="paragraph" w:styleId="Footer">
    <w:name w:val="footer"/>
    <w:basedOn w:val="Normal"/>
    <w:link w:val="FooterChar"/>
    <w:uiPriority w:val="99"/>
    <w:unhideWhenUsed/>
    <w:rsid w:val="00526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B1A97-030B-46CA-A045-F1145D36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DF6A6CE6</Template>
  <TotalTime>20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4</cp:revision>
  <dcterms:created xsi:type="dcterms:W3CDTF">2017-10-13T16:10:00Z</dcterms:created>
  <dcterms:modified xsi:type="dcterms:W3CDTF">2018-01-25T11:39:00Z</dcterms:modified>
</cp:coreProperties>
</file>